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4F3" w:rsidRDefault="00F764F3">
      <w:pPr>
        <w:ind w:left="1200"/>
        <w:rPr>
          <w:rFonts w:ascii="Arial" w:hAnsi="Arial" w:cs="Arial"/>
          <w:b/>
          <w:sz w:val="30"/>
        </w:rPr>
      </w:pPr>
      <w:r>
        <w:rPr>
          <w:rFonts w:ascii="Arial" w:hAnsi="Arial" w:cs="Arial"/>
          <w:b/>
          <w:sz w:val="30"/>
        </w:rPr>
        <w:tab/>
      </w:r>
    </w:p>
    <w:p w:rsidR="00F764F3" w:rsidRDefault="00F764F3">
      <w:pPr>
        <w:ind w:left="1200"/>
        <w:rPr>
          <w:rFonts w:ascii="Arial" w:hAnsi="Arial" w:cs="Arial"/>
          <w:b/>
          <w:sz w:val="24"/>
          <w:szCs w:val="24"/>
        </w:rPr>
      </w:pPr>
    </w:p>
    <w:p w:rsidR="00F764F3" w:rsidRDefault="00F764F3">
      <w:pPr>
        <w:pStyle w:val="Zhlav"/>
        <w:spacing w:before="36"/>
        <w:ind w:left="1200"/>
        <w:rPr>
          <w:rFonts w:ascii="Arial" w:hAnsi="Arial" w:cs="Arial"/>
          <w:sz w:val="17"/>
          <w:szCs w:val="17"/>
        </w:rPr>
      </w:pPr>
    </w:p>
    <w:p w:rsidR="00DB125C" w:rsidRDefault="00DB125C" w:rsidP="009A1125">
      <w:pPr>
        <w:framePr w:w="3772" w:h="1625" w:hSpace="141" w:wrap="around" w:vAnchor="text" w:hAnchor="page" w:x="6916" w:y="210"/>
        <w:rPr>
          <w:rFonts w:ascii="Arial" w:hAnsi="Arial" w:cs="Arial"/>
          <w:b/>
          <w:sz w:val="22"/>
          <w:szCs w:val="22"/>
        </w:rPr>
      </w:pPr>
    </w:p>
    <w:p w:rsidR="009A1125" w:rsidRPr="009A1125" w:rsidRDefault="008939A8" w:rsidP="009A1125">
      <w:pPr>
        <w:framePr w:w="3772" w:h="1625" w:hSpace="141" w:wrap="around" w:vAnchor="text" w:hAnchor="page" w:x="6916" w:y="21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</w:t>
      </w:r>
    </w:p>
    <w:p w:rsidR="00F764F3" w:rsidRDefault="00F764F3">
      <w:pPr>
        <w:pStyle w:val="Zhlav"/>
        <w:spacing w:before="36"/>
        <w:ind w:left="993"/>
        <w:rPr>
          <w:rFonts w:ascii="Arial" w:hAnsi="Arial" w:cs="Arial"/>
          <w:sz w:val="17"/>
          <w:szCs w:val="17"/>
        </w:rPr>
      </w:pPr>
    </w:p>
    <w:p w:rsidR="00DB125C" w:rsidRDefault="00DB125C">
      <w:pPr>
        <w:tabs>
          <w:tab w:val="left" w:pos="4400"/>
          <w:tab w:val="left" w:pos="4876"/>
        </w:tabs>
        <w:ind w:left="1134" w:hanging="283"/>
        <w:rPr>
          <w:rFonts w:ascii="Arial" w:hAnsi="Arial" w:cs="Arial"/>
          <w:sz w:val="16"/>
          <w:szCs w:val="16"/>
        </w:rPr>
      </w:pPr>
    </w:p>
    <w:p w:rsidR="00DB125C" w:rsidRDefault="00DB125C">
      <w:pPr>
        <w:tabs>
          <w:tab w:val="left" w:pos="4400"/>
          <w:tab w:val="left" w:pos="4876"/>
        </w:tabs>
        <w:ind w:left="1134" w:hanging="283"/>
        <w:rPr>
          <w:rFonts w:ascii="Arial" w:hAnsi="Arial" w:cs="Arial"/>
          <w:sz w:val="16"/>
          <w:szCs w:val="16"/>
        </w:rPr>
      </w:pPr>
    </w:p>
    <w:p w:rsidR="00F764F3" w:rsidRDefault="00F764F3">
      <w:pPr>
        <w:tabs>
          <w:tab w:val="left" w:pos="4400"/>
          <w:tab w:val="left" w:pos="4876"/>
        </w:tabs>
        <w:ind w:left="1134" w:hanging="28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Kaplanova 1931/1</w:t>
      </w:r>
    </w:p>
    <w:p w:rsidR="00F764F3" w:rsidRDefault="00F764F3">
      <w:pPr>
        <w:tabs>
          <w:tab w:val="left" w:pos="3960"/>
          <w:tab w:val="left" w:pos="4876"/>
        </w:tabs>
        <w:ind w:left="1134" w:hanging="28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148 00 Praha 11 – Chodov</w:t>
      </w:r>
    </w:p>
    <w:p w:rsidR="00F764F3" w:rsidRDefault="00F764F3">
      <w:pPr>
        <w:tabs>
          <w:tab w:val="left" w:pos="4070"/>
          <w:tab w:val="left" w:pos="4876"/>
        </w:tabs>
        <w:ind w:left="1134" w:hanging="28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T: 283 069 242</w:t>
      </w:r>
    </w:p>
    <w:p w:rsidR="00F764F3" w:rsidRDefault="00F764F3">
      <w:pPr>
        <w:tabs>
          <w:tab w:val="left" w:pos="4400"/>
          <w:tab w:val="left" w:pos="4876"/>
        </w:tabs>
        <w:ind w:left="1134" w:hanging="28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F: 283 069 241</w:t>
      </w:r>
    </w:p>
    <w:p w:rsidR="00F764F3" w:rsidRDefault="00F764F3">
      <w:pPr>
        <w:ind w:left="1134" w:hanging="283"/>
        <w:rPr>
          <w:rFonts w:ascii="Arial" w:hAnsi="Arial" w:cs="Arial"/>
          <w:sz w:val="16"/>
          <w:szCs w:val="16"/>
        </w:rPr>
      </w:pPr>
      <w:r>
        <w:rPr>
          <w:rStyle w:val="Siln"/>
          <w:rFonts w:ascii="Arial" w:hAnsi="Arial" w:cs="Arial"/>
          <w:b w:val="0"/>
          <w:sz w:val="16"/>
          <w:szCs w:val="16"/>
        </w:rPr>
        <w:t>ID DS:</w:t>
      </w:r>
      <w:r>
        <w:rPr>
          <w:rFonts w:ascii="Arial" w:hAnsi="Arial" w:cs="Arial"/>
          <w:sz w:val="16"/>
          <w:szCs w:val="16"/>
        </w:rPr>
        <w:t xml:space="preserve"> dkkdkdj</w:t>
      </w:r>
    </w:p>
    <w:p w:rsidR="00F764F3" w:rsidRDefault="008939A8">
      <w:pPr>
        <w:ind w:left="1134" w:hanging="283"/>
        <w:rPr>
          <w:rFonts w:ascii="Arial" w:hAnsi="Arial" w:cs="Arial"/>
          <w:sz w:val="16"/>
          <w:szCs w:val="16"/>
        </w:rPr>
      </w:pPr>
      <w:hyperlink r:id="rId7" w:history="1">
        <w:r w:rsidR="00F764F3">
          <w:rPr>
            <w:rStyle w:val="Hypertextovodkaz"/>
            <w:rFonts w:ascii="Arial" w:hAnsi="Arial" w:cs="Arial"/>
            <w:sz w:val="16"/>
            <w:szCs w:val="16"/>
          </w:rPr>
          <w:t>aopkcr@nature.cz</w:t>
        </w:r>
      </w:hyperlink>
    </w:p>
    <w:p w:rsidR="00F764F3" w:rsidRDefault="008939A8">
      <w:pPr>
        <w:ind w:left="1134" w:hanging="283"/>
        <w:rPr>
          <w:rFonts w:ascii="Arial" w:hAnsi="Arial" w:cs="Arial"/>
          <w:b/>
          <w:sz w:val="16"/>
          <w:szCs w:val="16"/>
        </w:rPr>
      </w:pPr>
      <w:hyperlink r:id="rId8" w:history="1">
        <w:r w:rsidR="00F764F3">
          <w:rPr>
            <w:rStyle w:val="Hypertextovodkaz"/>
            <w:rFonts w:ascii="Arial" w:hAnsi="Arial" w:cs="Arial"/>
            <w:b/>
            <w:sz w:val="16"/>
            <w:szCs w:val="16"/>
          </w:rPr>
          <w:t>www.nature.cz</w:t>
        </w:r>
      </w:hyperlink>
    </w:p>
    <w:p w:rsidR="00F764F3" w:rsidRDefault="00F764F3" w:rsidP="007012C8">
      <w:pPr>
        <w:rPr>
          <w:rFonts w:ascii="Arial" w:hAnsi="Arial" w:cs="Arial"/>
          <w:b/>
        </w:rPr>
      </w:pPr>
    </w:p>
    <w:p w:rsidR="00DB125C" w:rsidRDefault="00DB125C" w:rsidP="007012C8">
      <w:pPr>
        <w:rPr>
          <w:rFonts w:ascii="Arial" w:hAnsi="Arial" w:cs="Arial"/>
          <w:b/>
        </w:rPr>
      </w:pPr>
    </w:p>
    <w:p w:rsidR="00F764F3" w:rsidRDefault="00F764F3" w:rsidP="00311749">
      <w:pPr>
        <w:jc w:val="both"/>
        <w:rPr>
          <w:rFonts w:ascii="Arial" w:hAnsi="Arial" w:cs="Arial"/>
          <w:b/>
        </w:rPr>
      </w:pPr>
    </w:p>
    <w:p w:rsidR="006B4AE8" w:rsidRDefault="00F764F3" w:rsidP="00DB125C">
      <w:pPr>
        <w:pStyle w:val="Nadpis3"/>
        <w:tabs>
          <w:tab w:val="right" w:pos="9960"/>
        </w:tabs>
        <w:spacing w:before="40"/>
        <w:ind w:left="851"/>
        <w:rPr>
          <w:rFonts w:ascii="Arial" w:hAnsi="Arial" w:cs="Arial"/>
          <w:b w:val="0"/>
          <w:i w:val="0"/>
          <w:sz w:val="17"/>
          <w:szCs w:val="17"/>
        </w:rPr>
      </w:pPr>
      <w:r w:rsidRPr="0024163A">
        <w:rPr>
          <w:rFonts w:ascii="Arial" w:hAnsi="Arial" w:cs="Arial"/>
          <w:i w:val="0"/>
          <w:sz w:val="17"/>
          <w:szCs w:val="17"/>
        </w:rPr>
        <w:t>NAŠE ČÍSLO JEDNACÍ</w:t>
      </w:r>
      <w:r w:rsidR="00F40853">
        <w:rPr>
          <w:rFonts w:ascii="Arial" w:hAnsi="Arial" w:cs="Arial"/>
          <w:b w:val="0"/>
          <w:i w:val="0"/>
          <w:sz w:val="17"/>
          <w:szCs w:val="17"/>
        </w:rPr>
        <w:t xml:space="preserve">:  </w:t>
      </w:r>
      <w:r w:rsidR="006F7851">
        <w:rPr>
          <w:rFonts w:ascii="Arial" w:hAnsi="Arial" w:cs="Arial"/>
          <w:b w:val="0"/>
          <w:i w:val="0"/>
          <w:sz w:val="17"/>
          <w:szCs w:val="17"/>
        </w:rPr>
        <w:t>00026/SOPK/20</w:t>
      </w:r>
      <w:r w:rsidR="001F5809">
        <w:rPr>
          <w:rFonts w:ascii="Arial" w:hAnsi="Arial" w:cs="Arial"/>
          <w:b w:val="0"/>
          <w:i w:val="0"/>
          <w:sz w:val="17"/>
          <w:szCs w:val="17"/>
        </w:rPr>
        <w:tab/>
      </w:r>
      <w:r>
        <w:rPr>
          <w:rFonts w:ascii="Arial" w:hAnsi="Arial" w:cs="Arial"/>
          <w:i w:val="0"/>
          <w:sz w:val="17"/>
          <w:szCs w:val="17"/>
        </w:rPr>
        <w:t>VYŘIZUJE</w:t>
      </w:r>
      <w:r w:rsidR="006972E1">
        <w:rPr>
          <w:rFonts w:ascii="Arial" w:hAnsi="Arial" w:cs="Arial"/>
          <w:i w:val="0"/>
          <w:sz w:val="17"/>
          <w:szCs w:val="17"/>
        </w:rPr>
        <w:t xml:space="preserve"> </w:t>
      </w:r>
      <w:r w:rsidR="001B7FC7">
        <w:rPr>
          <w:rFonts w:ascii="Arial" w:hAnsi="Arial" w:cs="Arial"/>
          <w:b w:val="0"/>
          <w:i w:val="0"/>
          <w:sz w:val="17"/>
          <w:szCs w:val="17"/>
        </w:rPr>
        <w:t xml:space="preserve"> </w:t>
      </w:r>
      <w:r w:rsidR="00AC5903">
        <w:rPr>
          <w:rFonts w:ascii="Arial" w:hAnsi="Arial" w:cs="Arial"/>
          <w:b w:val="0"/>
          <w:i w:val="0"/>
          <w:sz w:val="17"/>
          <w:szCs w:val="17"/>
        </w:rPr>
        <w:t>Barbora Satrapová</w:t>
      </w:r>
      <w:r w:rsidR="00686483">
        <w:rPr>
          <w:rFonts w:ascii="Arial" w:hAnsi="Arial" w:cs="Arial"/>
          <w:b w:val="0"/>
          <w:i w:val="0"/>
          <w:sz w:val="17"/>
          <w:szCs w:val="17"/>
        </w:rPr>
        <w:t xml:space="preserve"> </w:t>
      </w:r>
      <w:r w:rsidR="001B7FC7">
        <w:rPr>
          <w:rFonts w:ascii="Arial" w:hAnsi="Arial" w:cs="Arial"/>
          <w:b w:val="0"/>
          <w:i w:val="0"/>
          <w:sz w:val="17"/>
          <w:szCs w:val="17"/>
        </w:rPr>
        <w:t xml:space="preserve">                          </w:t>
      </w:r>
      <w:r>
        <w:rPr>
          <w:rFonts w:ascii="Arial" w:hAnsi="Arial" w:cs="Arial"/>
          <w:b w:val="0"/>
          <w:i w:val="0"/>
          <w:sz w:val="17"/>
          <w:szCs w:val="17"/>
        </w:rPr>
        <w:t>PRAHA</w:t>
      </w:r>
      <w:r w:rsidR="00D33052">
        <w:rPr>
          <w:rFonts w:ascii="Arial" w:hAnsi="Arial" w:cs="Arial"/>
          <w:b w:val="0"/>
          <w:i w:val="0"/>
          <w:sz w:val="17"/>
          <w:szCs w:val="17"/>
        </w:rPr>
        <w:t xml:space="preserve"> 2. 1. 2020</w:t>
      </w:r>
      <w:r>
        <w:rPr>
          <w:rFonts w:ascii="Arial" w:hAnsi="Arial" w:cs="Arial"/>
          <w:b w:val="0"/>
          <w:i w:val="0"/>
          <w:sz w:val="17"/>
          <w:szCs w:val="17"/>
        </w:rPr>
        <w:tab/>
      </w:r>
    </w:p>
    <w:p w:rsidR="005368D8" w:rsidRDefault="00F764F3" w:rsidP="006B4AE8">
      <w:pPr>
        <w:pStyle w:val="Nadpis3"/>
        <w:tabs>
          <w:tab w:val="right" w:pos="9960"/>
        </w:tabs>
        <w:spacing w:before="40"/>
        <w:rPr>
          <w:rFonts w:ascii="Arial" w:hAnsi="Arial" w:cs="Arial"/>
          <w:b w:val="0"/>
          <w:i w:val="0"/>
          <w:sz w:val="17"/>
          <w:szCs w:val="17"/>
        </w:rPr>
      </w:pPr>
      <w:r>
        <w:rPr>
          <w:rFonts w:ascii="Arial" w:hAnsi="Arial" w:cs="Arial"/>
          <w:b w:val="0"/>
          <w:i w:val="0"/>
          <w:sz w:val="17"/>
          <w:szCs w:val="17"/>
        </w:rPr>
        <w:t xml:space="preserve"> </w:t>
      </w:r>
    </w:p>
    <w:p w:rsidR="00DB125C" w:rsidRDefault="00DB125C" w:rsidP="00DB125C"/>
    <w:p w:rsidR="00DB125C" w:rsidRPr="00DB125C" w:rsidRDefault="00DB125C" w:rsidP="00DB125C"/>
    <w:p w:rsidR="006B4AE8" w:rsidRDefault="006B4AE8" w:rsidP="0067274A">
      <w:pPr>
        <w:spacing w:after="120" w:line="360" w:lineRule="auto"/>
        <w:ind w:left="143" w:firstLine="708"/>
        <w:jc w:val="both"/>
        <w:rPr>
          <w:rFonts w:ascii="Arial" w:hAnsi="Arial" w:cs="Arial"/>
          <w:sz w:val="22"/>
          <w:szCs w:val="22"/>
        </w:rPr>
      </w:pPr>
      <w:r w:rsidRPr="0A3DB237">
        <w:rPr>
          <w:rFonts w:ascii="Arial" w:hAnsi="Arial" w:cs="Arial"/>
          <w:b/>
          <w:bCs/>
          <w:sz w:val="22"/>
          <w:szCs w:val="22"/>
        </w:rPr>
        <w:t xml:space="preserve">Věc: </w:t>
      </w:r>
      <w:r w:rsidR="003A48CA">
        <w:rPr>
          <w:rFonts w:ascii="Arial" w:hAnsi="Arial" w:cs="Arial"/>
          <w:b/>
          <w:bCs/>
          <w:sz w:val="22"/>
          <w:szCs w:val="22"/>
        </w:rPr>
        <w:t>Poskytnutí</w:t>
      </w:r>
      <w:r w:rsidRPr="0A3DB237">
        <w:rPr>
          <w:rFonts w:ascii="Arial" w:hAnsi="Arial" w:cs="Arial"/>
          <w:b/>
          <w:bCs/>
          <w:sz w:val="22"/>
          <w:szCs w:val="22"/>
        </w:rPr>
        <w:t xml:space="preserve"> informace</w:t>
      </w:r>
    </w:p>
    <w:p w:rsidR="009A53F4" w:rsidRDefault="00AF1589" w:rsidP="0067274A">
      <w:pPr>
        <w:spacing w:after="120" w:line="360" w:lineRule="auto"/>
        <w:ind w:left="143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Vážená</w:t>
      </w:r>
      <w:r w:rsidR="009A53F4" w:rsidRPr="001043B1">
        <w:rPr>
          <w:rFonts w:ascii="Arial" w:hAnsi="Arial" w:cs="Arial"/>
          <w:sz w:val="22"/>
          <w:szCs w:val="22"/>
        </w:rPr>
        <w:t xml:space="preserve"> </w:t>
      </w:r>
      <w:r w:rsidR="007F0A58">
        <w:rPr>
          <w:rFonts w:ascii="Arial" w:hAnsi="Arial" w:cs="Arial"/>
          <w:sz w:val="22"/>
          <w:szCs w:val="22"/>
        </w:rPr>
        <w:t>paní</w:t>
      </w:r>
      <w:r w:rsidR="008939A8">
        <w:rPr>
          <w:rFonts w:ascii="Arial" w:hAnsi="Arial" w:cs="Arial"/>
          <w:sz w:val="22"/>
          <w:szCs w:val="22"/>
        </w:rPr>
        <w:t>………..</w:t>
      </w:r>
      <w:bookmarkStart w:id="0" w:name="_GoBack"/>
      <w:bookmarkEnd w:id="0"/>
      <w:r w:rsidR="007F0A58">
        <w:rPr>
          <w:rFonts w:ascii="Arial" w:hAnsi="Arial" w:cs="Arial"/>
          <w:sz w:val="22"/>
          <w:szCs w:val="22"/>
        </w:rPr>
        <w:t xml:space="preserve">, </w:t>
      </w:r>
    </w:p>
    <w:p w:rsidR="001F5809" w:rsidRDefault="001F5809" w:rsidP="001F22F2">
      <w:pPr>
        <w:spacing w:after="12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A3DB237">
        <w:rPr>
          <w:rFonts w:ascii="Arial" w:hAnsi="Arial" w:cs="Arial"/>
          <w:sz w:val="22"/>
          <w:szCs w:val="22"/>
        </w:rPr>
        <w:t>Agentura ochrany přírody a krajiny ČR (dále jen „Agentura“) jako povinný subjekt ve smyslu ustanovení § 2 odst. 1 zákona č. 106/1999 Sb., o svobodném přístupu k informacím, v platném znění (dále jen „informační zákon“) obdržela dne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D33052">
        <w:rPr>
          <w:rFonts w:ascii="Arial" w:hAnsi="Arial" w:cs="Arial"/>
          <w:sz w:val="22"/>
          <w:szCs w:val="22"/>
        </w:rPr>
        <w:t>29.12</w:t>
      </w:r>
      <w:r w:rsidR="00630EA7">
        <w:rPr>
          <w:rFonts w:ascii="Arial" w:hAnsi="Arial" w:cs="Arial"/>
          <w:sz w:val="22"/>
          <w:szCs w:val="22"/>
        </w:rPr>
        <w:t>.2019</w:t>
      </w:r>
      <w:proofErr w:type="gramEnd"/>
      <w:r>
        <w:rPr>
          <w:rFonts w:ascii="Arial" w:hAnsi="Arial" w:cs="Arial"/>
          <w:sz w:val="22"/>
          <w:szCs w:val="22"/>
        </w:rPr>
        <w:t xml:space="preserve"> Vaši žádost o informace </w:t>
      </w:r>
      <w:r w:rsidRPr="0A3DB237">
        <w:rPr>
          <w:rFonts w:ascii="Arial" w:hAnsi="Arial" w:cs="Arial"/>
          <w:sz w:val="22"/>
          <w:szCs w:val="22"/>
        </w:rPr>
        <w:t xml:space="preserve">ohledně </w:t>
      </w:r>
      <w:r w:rsidR="007100D6">
        <w:rPr>
          <w:rFonts w:ascii="Arial" w:hAnsi="Arial" w:cs="Arial"/>
          <w:sz w:val="22"/>
          <w:szCs w:val="22"/>
        </w:rPr>
        <w:t>stavebního záměru</w:t>
      </w:r>
      <w:r w:rsidRPr="0A3DB237">
        <w:rPr>
          <w:rFonts w:ascii="Arial" w:hAnsi="Arial" w:cs="Arial"/>
          <w:sz w:val="22"/>
          <w:szCs w:val="22"/>
        </w:rPr>
        <w:t xml:space="preserve"> „Oprava hráze rybníka Velký Pařezitý“</w:t>
      </w:r>
      <w:r w:rsidR="00323620">
        <w:rPr>
          <w:rFonts w:ascii="Arial" w:hAnsi="Arial" w:cs="Arial"/>
          <w:sz w:val="22"/>
          <w:szCs w:val="22"/>
        </w:rPr>
        <w:t>.</w:t>
      </w:r>
    </w:p>
    <w:p w:rsidR="001F5809" w:rsidRPr="007100D6" w:rsidRDefault="001F5809" w:rsidP="001F5809">
      <w:pPr>
        <w:spacing w:after="120" w:line="360" w:lineRule="auto"/>
        <w:ind w:left="85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žádosti žádáte o posk</w:t>
      </w:r>
      <w:r w:rsidR="00323620">
        <w:rPr>
          <w:rFonts w:ascii="Arial" w:hAnsi="Arial" w:cs="Arial"/>
          <w:sz w:val="22"/>
          <w:szCs w:val="22"/>
        </w:rPr>
        <w:t xml:space="preserve">ytnutí </w:t>
      </w:r>
      <w:r w:rsidR="00D33052" w:rsidRPr="00D33052">
        <w:rPr>
          <w:rFonts w:ascii="Arial" w:hAnsi="Arial" w:cs="Arial"/>
          <w:i/>
          <w:sz w:val="22"/>
          <w:szCs w:val="22"/>
        </w:rPr>
        <w:t>zbylých</w:t>
      </w:r>
      <w:r w:rsidR="00D33052">
        <w:rPr>
          <w:rFonts w:ascii="Arial" w:hAnsi="Arial" w:cs="Arial"/>
          <w:sz w:val="22"/>
          <w:szCs w:val="22"/>
        </w:rPr>
        <w:t xml:space="preserve"> </w:t>
      </w:r>
      <w:r w:rsidR="007100D6" w:rsidRPr="007100D6">
        <w:rPr>
          <w:rFonts w:ascii="Arial" w:hAnsi="Arial" w:cs="Arial"/>
          <w:i/>
          <w:sz w:val="22"/>
          <w:szCs w:val="22"/>
        </w:rPr>
        <w:t>faktur</w:t>
      </w:r>
      <w:r w:rsidR="007100D6">
        <w:rPr>
          <w:rFonts w:ascii="Arial" w:hAnsi="Arial" w:cs="Arial"/>
          <w:i/>
          <w:sz w:val="22"/>
          <w:szCs w:val="22"/>
        </w:rPr>
        <w:t xml:space="preserve"> (včetně příloh) od firmy Hydro &amp; Kov s.r.o. pro výše zmíněný stavební záměr.</w:t>
      </w:r>
    </w:p>
    <w:p w:rsidR="001F22F2" w:rsidRPr="00DA2CE6" w:rsidRDefault="006B4AE8" w:rsidP="006B4AE8">
      <w:pPr>
        <w:spacing w:after="12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A3DB237">
        <w:rPr>
          <w:rFonts w:ascii="Arial" w:hAnsi="Arial" w:cs="Arial"/>
          <w:sz w:val="22"/>
          <w:szCs w:val="22"/>
        </w:rPr>
        <w:t xml:space="preserve">V souladu s ust. § 14 odst. 5 písm. d) informačního zákona Vám Agentura </w:t>
      </w:r>
      <w:r w:rsidR="00174630">
        <w:rPr>
          <w:rFonts w:ascii="Arial" w:hAnsi="Arial" w:cs="Arial"/>
          <w:sz w:val="22"/>
          <w:szCs w:val="22"/>
        </w:rPr>
        <w:t xml:space="preserve">tyto informace </w:t>
      </w:r>
      <w:r w:rsidRPr="0A3DB237">
        <w:rPr>
          <w:rFonts w:ascii="Arial" w:hAnsi="Arial" w:cs="Arial"/>
          <w:sz w:val="22"/>
          <w:szCs w:val="22"/>
        </w:rPr>
        <w:t xml:space="preserve">poskytuje </w:t>
      </w:r>
      <w:r w:rsidR="00D33052">
        <w:rPr>
          <w:rFonts w:ascii="Arial" w:hAnsi="Arial" w:cs="Arial"/>
          <w:sz w:val="22"/>
          <w:szCs w:val="22"/>
        </w:rPr>
        <w:t>(viz příloha</w:t>
      </w:r>
      <w:r>
        <w:rPr>
          <w:rFonts w:ascii="Arial" w:hAnsi="Arial" w:cs="Arial"/>
          <w:sz w:val="22"/>
          <w:szCs w:val="22"/>
        </w:rPr>
        <w:t>).</w:t>
      </w:r>
    </w:p>
    <w:p w:rsidR="003328F2" w:rsidRDefault="003328F2" w:rsidP="00323620">
      <w:pPr>
        <w:pStyle w:val="Zkladntext2"/>
        <w:keepNext/>
        <w:spacing w:line="360" w:lineRule="auto"/>
        <w:jc w:val="both"/>
        <w:outlineLvl w:val="1"/>
        <w:rPr>
          <w:rFonts w:ascii="Arial" w:hAnsi="Arial" w:cs="Arial"/>
          <w:sz w:val="22"/>
          <w:szCs w:val="22"/>
        </w:rPr>
      </w:pPr>
    </w:p>
    <w:p w:rsidR="003328F2" w:rsidRDefault="003328F2" w:rsidP="003328F2">
      <w:pPr>
        <w:pStyle w:val="Zkladntext2"/>
        <w:keepNext/>
        <w:spacing w:line="360" w:lineRule="auto"/>
        <w:ind w:left="851"/>
        <w:jc w:val="both"/>
        <w:outlineLvl w:val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pozdravem</w:t>
      </w:r>
    </w:p>
    <w:p w:rsidR="003328F2" w:rsidRDefault="003328F2" w:rsidP="003328F2">
      <w:pPr>
        <w:rPr>
          <w:rFonts w:ascii="Arial" w:hAnsi="Arial" w:cs="Arial"/>
          <w:sz w:val="22"/>
          <w:szCs w:val="22"/>
        </w:rPr>
      </w:pPr>
    </w:p>
    <w:p w:rsidR="003328F2" w:rsidRPr="007A39C3" w:rsidRDefault="003328F2" w:rsidP="00630EA7">
      <w:pPr>
        <w:pStyle w:val="Zkladntext2"/>
        <w:jc w:val="both"/>
        <w:outlineLvl w:val="1"/>
        <w:rPr>
          <w:rFonts w:ascii="Arial" w:hAnsi="Arial" w:cs="Arial"/>
          <w:sz w:val="22"/>
          <w:szCs w:val="22"/>
        </w:rPr>
      </w:pPr>
    </w:p>
    <w:p w:rsidR="003328F2" w:rsidRDefault="003328F2" w:rsidP="003328F2">
      <w:pPr>
        <w:spacing w:line="260" w:lineRule="exact"/>
        <w:ind w:left="1134" w:right="303"/>
        <w:jc w:val="right"/>
        <w:rPr>
          <w:rFonts w:ascii="Arial" w:hAnsi="Arial" w:cs="Arial"/>
          <w:sz w:val="14"/>
          <w:szCs w:val="14"/>
        </w:rPr>
      </w:pPr>
      <w:r w:rsidRPr="00F40853">
        <w:rPr>
          <w:rFonts w:ascii="Arial" w:hAnsi="Arial" w:cs="Arial"/>
          <w:sz w:val="22"/>
          <w:szCs w:val="22"/>
        </w:rPr>
        <w:t>Ing. Pavel Pešout</w:t>
      </w:r>
      <w:r w:rsidRPr="007A39C3">
        <w:rPr>
          <w:rFonts w:ascii="Arial" w:hAnsi="Arial" w:cs="Arial"/>
          <w:sz w:val="22"/>
          <w:szCs w:val="22"/>
        </w:rPr>
        <w:br/>
      </w:r>
      <w:r w:rsidRPr="007A39C3">
        <w:rPr>
          <w:rFonts w:ascii="Arial" w:hAnsi="Arial" w:cs="Arial"/>
          <w:sz w:val="14"/>
          <w:szCs w:val="14"/>
        </w:rPr>
        <w:t>ŘEDITEL SEKCE OCHRANY PŘÍRODY A KRAJINY</w:t>
      </w:r>
    </w:p>
    <w:p w:rsidR="006B4AE8" w:rsidRPr="007A39C3" w:rsidRDefault="006B4AE8" w:rsidP="003328F2">
      <w:pPr>
        <w:spacing w:line="260" w:lineRule="exact"/>
        <w:ind w:left="1134" w:right="303"/>
        <w:jc w:val="right"/>
        <w:rPr>
          <w:rFonts w:ascii="Arial" w:hAnsi="Arial" w:cs="Arial"/>
          <w:sz w:val="22"/>
          <w:szCs w:val="22"/>
        </w:rPr>
      </w:pPr>
    </w:p>
    <w:p w:rsidR="001F22F2" w:rsidRDefault="007100D6" w:rsidP="003328F2">
      <w:pPr>
        <w:spacing w:after="12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Přílohy</w:t>
      </w:r>
      <w:r w:rsidR="006B4AE8">
        <w:rPr>
          <w:rFonts w:ascii="Arial" w:hAnsi="Arial" w:cs="Arial"/>
          <w:sz w:val="22"/>
          <w:szCs w:val="22"/>
        </w:rPr>
        <w:t xml:space="preserve">: </w:t>
      </w:r>
    </w:p>
    <w:p w:rsidR="00D33052" w:rsidRPr="001F22F2" w:rsidRDefault="007100D6" w:rsidP="00D33052">
      <w:pPr>
        <w:tabs>
          <w:tab w:val="left" w:pos="123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- Faktura č. </w:t>
      </w:r>
      <w:r w:rsidR="00D33052">
        <w:rPr>
          <w:rFonts w:ascii="Arial" w:hAnsi="Arial" w:cs="Arial"/>
          <w:sz w:val="18"/>
          <w:szCs w:val="18"/>
        </w:rPr>
        <w:t>1190082</w:t>
      </w:r>
    </w:p>
    <w:p w:rsidR="007100D6" w:rsidRPr="001F22F2" w:rsidRDefault="007100D6" w:rsidP="001F22F2">
      <w:pPr>
        <w:tabs>
          <w:tab w:val="left" w:pos="1236"/>
        </w:tabs>
        <w:rPr>
          <w:rFonts w:ascii="Arial" w:hAnsi="Arial" w:cs="Arial"/>
          <w:sz w:val="18"/>
          <w:szCs w:val="18"/>
        </w:rPr>
      </w:pPr>
    </w:p>
    <w:sectPr w:rsidR="007100D6" w:rsidRPr="001F22F2" w:rsidSect="001E4311">
      <w:footerReference w:type="default" r:id="rId9"/>
      <w:headerReference w:type="first" r:id="rId10"/>
      <w:footerReference w:type="first" r:id="rId11"/>
      <w:pgSz w:w="11907" w:h="16840" w:code="9"/>
      <w:pgMar w:top="1134" w:right="1275" w:bottom="1134" w:left="680" w:header="709" w:footer="96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FDF" w:rsidRDefault="00A93FDF">
      <w:r>
        <w:separator/>
      </w:r>
    </w:p>
  </w:endnote>
  <w:endnote w:type="continuationSeparator" w:id="0">
    <w:p w:rsidR="00A93FDF" w:rsidRDefault="00A9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1BA" w:rsidRDefault="00B801BA">
    <w:pPr>
      <w:pStyle w:val="Zpa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</w:t>
    </w:r>
    <w:r w:rsidR="00D545C4">
      <w:rPr>
        <w:rFonts w:ascii="Arial" w:hAnsi="Arial" w:cs="Arial"/>
        <w:sz w:val="16"/>
        <w:szCs w:val="16"/>
      </w:rPr>
      <w:t>barbora</w:t>
    </w:r>
    <w:r w:rsidR="00686483">
      <w:rPr>
        <w:rFonts w:ascii="Arial" w:hAnsi="Arial" w:cs="Arial"/>
        <w:sz w:val="16"/>
        <w:szCs w:val="16"/>
      </w:rPr>
      <w:t>.</w:t>
    </w:r>
    <w:r w:rsidR="00D545C4">
      <w:rPr>
        <w:rFonts w:ascii="Arial" w:hAnsi="Arial" w:cs="Arial"/>
        <w:sz w:val="16"/>
        <w:szCs w:val="16"/>
      </w:rPr>
      <w:t>satrapova</w:t>
    </w:r>
    <w:r>
      <w:rPr>
        <w:rFonts w:ascii="Arial" w:hAnsi="Arial" w:cs="Arial"/>
        <w:sz w:val="16"/>
        <w:szCs w:val="16"/>
      </w:rPr>
      <w:t>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 w:rsidR="00686483">
      <w:rPr>
        <w:rFonts w:ascii="Arial" w:hAnsi="Arial" w:cs="Arial"/>
        <w:color w:val="000000"/>
        <w:sz w:val="18"/>
        <w:szCs w:val="18"/>
      </w:rPr>
      <w:t>283 069 22</w:t>
    </w:r>
    <w:r w:rsidR="00D545C4">
      <w:rPr>
        <w:rFonts w:ascii="Arial" w:hAnsi="Arial" w:cs="Arial"/>
        <w:color w:val="000000"/>
        <w:sz w:val="18"/>
        <w:szCs w:val="18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1BA" w:rsidRDefault="00B801BA">
    <w:pPr>
      <w:pStyle w:val="Zpa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</w:t>
    </w:r>
    <w:r w:rsidR="005368D8">
      <w:rPr>
        <w:rFonts w:ascii="Arial" w:hAnsi="Arial" w:cs="Arial"/>
        <w:sz w:val="16"/>
        <w:szCs w:val="16"/>
      </w:rPr>
      <w:t>barbora</w:t>
    </w:r>
    <w:r w:rsidR="00686483">
      <w:rPr>
        <w:rFonts w:ascii="Arial" w:hAnsi="Arial" w:cs="Arial"/>
        <w:sz w:val="16"/>
        <w:szCs w:val="16"/>
      </w:rPr>
      <w:t>.</w:t>
    </w:r>
    <w:r w:rsidR="005368D8">
      <w:rPr>
        <w:rFonts w:ascii="Arial" w:hAnsi="Arial" w:cs="Arial"/>
        <w:sz w:val="16"/>
        <w:szCs w:val="16"/>
      </w:rPr>
      <w:t>satrapova</w:t>
    </w:r>
    <w:r>
      <w:rPr>
        <w:rFonts w:ascii="Arial" w:hAnsi="Arial" w:cs="Arial"/>
        <w:sz w:val="16"/>
        <w:szCs w:val="16"/>
      </w:rPr>
      <w:t>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 w:rsidR="00686483">
      <w:rPr>
        <w:rFonts w:ascii="Arial" w:hAnsi="Arial" w:cs="Arial"/>
        <w:color w:val="000000"/>
        <w:sz w:val="18"/>
        <w:szCs w:val="18"/>
      </w:rPr>
      <w:t>283 069 22</w:t>
    </w:r>
    <w:r w:rsidR="005368D8">
      <w:rPr>
        <w:rFonts w:ascii="Arial" w:hAnsi="Arial" w:cs="Arial"/>
        <w:color w:val="000000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FDF" w:rsidRDefault="00A93FDF">
      <w:r>
        <w:separator/>
      </w:r>
    </w:p>
  </w:footnote>
  <w:footnote w:type="continuationSeparator" w:id="0">
    <w:p w:rsidR="00A93FDF" w:rsidRDefault="00A93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1BA" w:rsidRDefault="00B801BA">
    <w:pPr>
      <w:pStyle w:val="Zhlav"/>
      <w:spacing w:before="36" w:line="240" w:lineRule="exac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-431165</wp:posOffset>
          </wp:positionH>
          <wp:positionV relativeFrom="paragraph">
            <wp:posOffset>-459105</wp:posOffset>
          </wp:positionV>
          <wp:extent cx="7562850" cy="1278255"/>
          <wp:effectExtent l="1905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278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801BA" w:rsidRDefault="00B801BA">
    <w:pPr>
      <w:pStyle w:val="Zhlav"/>
      <w:spacing w:before="36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97E42"/>
    <w:multiLevelType w:val="hybridMultilevel"/>
    <w:tmpl w:val="2DC66804"/>
    <w:lvl w:ilvl="0" w:tplc="898C1F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926D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FD2CA6"/>
    <w:multiLevelType w:val="hybridMultilevel"/>
    <w:tmpl w:val="02C0FD76"/>
    <w:lvl w:ilvl="0" w:tplc="DC58C7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E127F0F"/>
    <w:multiLevelType w:val="hybridMultilevel"/>
    <w:tmpl w:val="C0287906"/>
    <w:lvl w:ilvl="0" w:tplc="9D788D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4664524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DF92C01"/>
    <w:multiLevelType w:val="hybridMultilevel"/>
    <w:tmpl w:val="16CAB4D8"/>
    <w:lvl w:ilvl="0" w:tplc="970AE118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31C4C5B"/>
    <w:multiLevelType w:val="hybridMultilevel"/>
    <w:tmpl w:val="58182418"/>
    <w:lvl w:ilvl="0" w:tplc="94D2D582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91" w:hanging="360"/>
      </w:pPr>
    </w:lvl>
    <w:lvl w:ilvl="2" w:tplc="0405001B" w:tentative="1">
      <w:start w:val="1"/>
      <w:numFmt w:val="lowerRoman"/>
      <w:lvlText w:val="%3."/>
      <w:lvlJc w:val="right"/>
      <w:pPr>
        <w:ind w:left="2711" w:hanging="180"/>
      </w:pPr>
    </w:lvl>
    <w:lvl w:ilvl="3" w:tplc="0405000F" w:tentative="1">
      <w:start w:val="1"/>
      <w:numFmt w:val="decimal"/>
      <w:lvlText w:val="%4."/>
      <w:lvlJc w:val="left"/>
      <w:pPr>
        <w:ind w:left="3431" w:hanging="360"/>
      </w:pPr>
    </w:lvl>
    <w:lvl w:ilvl="4" w:tplc="04050019" w:tentative="1">
      <w:start w:val="1"/>
      <w:numFmt w:val="lowerLetter"/>
      <w:lvlText w:val="%5."/>
      <w:lvlJc w:val="left"/>
      <w:pPr>
        <w:ind w:left="4151" w:hanging="360"/>
      </w:pPr>
    </w:lvl>
    <w:lvl w:ilvl="5" w:tplc="0405001B" w:tentative="1">
      <w:start w:val="1"/>
      <w:numFmt w:val="lowerRoman"/>
      <w:lvlText w:val="%6."/>
      <w:lvlJc w:val="right"/>
      <w:pPr>
        <w:ind w:left="4871" w:hanging="180"/>
      </w:pPr>
    </w:lvl>
    <w:lvl w:ilvl="6" w:tplc="0405000F" w:tentative="1">
      <w:start w:val="1"/>
      <w:numFmt w:val="decimal"/>
      <w:lvlText w:val="%7."/>
      <w:lvlJc w:val="left"/>
      <w:pPr>
        <w:ind w:left="5591" w:hanging="360"/>
      </w:pPr>
    </w:lvl>
    <w:lvl w:ilvl="7" w:tplc="04050019" w:tentative="1">
      <w:start w:val="1"/>
      <w:numFmt w:val="lowerLetter"/>
      <w:lvlText w:val="%8."/>
      <w:lvlJc w:val="left"/>
      <w:pPr>
        <w:ind w:left="6311" w:hanging="360"/>
      </w:pPr>
    </w:lvl>
    <w:lvl w:ilvl="8" w:tplc="040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7" w15:restartNumberingAfterBreak="0">
    <w:nsid w:val="73B10C76"/>
    <w:multiLevelType w:val="hybridMultilevel"/>
    <w:tmpl w:val="6A4EA7E0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8BF0C0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E1"/>
    <w:rsid w:val="00020C94"/>
    <w:rsid w:val="0005733D"/>
    <w:rsid w:val="00072015"/>
    <w:rsid w:val="00080AE6"/>
    <w:rsid w:val="000C0404"/>
    <w:rsid w:val="000C5CF5"/>
    <w:rsid w:val="00102B3C"/>
    <w:rsid w:val="001043B1"/>
    <w:rsid w:val="00105E59"/>
    <w:rsid w:val="0011689C"/>
    <w:rsid w:val="0012646C"/>
    <w:rsid w:val="001273F9"/>
    <w:rsid w:val="00156052"/>
    <w:rsid w:val="0017234A"/>
    <w:rsid w:val="00174630"/>
    <w:rsid w:val="00176643"/>
    <w:rsid w:val="001907EF"/>
    <w:rsid w:val="001B1069"/>
    <w:rsid w:val="001B1918"/>
    <w:rsid w:val="001B7FC7"/>
    <w:rsid w:val="001C6469"/>
    <w:rsid w:val="001D15FF"/>
    <w:rsid w:val="001D2E95"/>
    <w:rsid w:val="001D5431"/>
    <w:rsid w:val="001E123B"/>
    <w:rsid w:val="001E4311"/>
    <w:rsid w:val="001E6949"/>
    <w:rsid w:val="001F1BDD"/>
    <w:rsid w:val="001F22F2"/>
    <w:rsid w:val="001F2976"/>
    <w:rsid w:val="001F5809"/>
    <w:rsid w:val="00222345"/>
    <w:rsid w:val="002322B2"/>
    <w:rsid w:val="0024163A"/>
    <w:rsid w:val="002517AE"/>
    <w:rsid w:val="002541C2"/>
    <w:rsid w:val="00262998"/>
    <w:rsid w:val="00290B02"/>
    <w:rsid w:val="002A31DA"/>
    <w:rsid w:val="002A4D4B"/>
    <w:rsid w:val="002B73A5"/>
    <w:rsid w:val="002C2751"/>
    <w:rsid w:val="002C5D4B"/>
    <w:rsid w:val="002E4C2C"/>
    <w:rsid w:val="002F2EBA"/>
    <w:rsid w:val="002F5DE8"/>
    <w:rsid w:val="003009FB"/>
    <w:rsid w:val="00305B3D"/>
    <w:rsid w:val="00311749"/>
    <w:rsid w:val="00323620"/>
    <w:rsid w:val="003328F2"/>
    <w:rsid w:val="00335A37"/>
    <w:rsid w:val="00342665"/>
    <w:rsid w:val="00347232"/>
    <w:rsid w:val="003647A8"/>
    <w:rsid w:val="003871CC"/>
    <w:rsid w:val="003A48CA"/>
    <w:rsid w:val="003B6B72"/>
    <w:rsid w:val="003E11C8"/>
    <w:rsid w:val="003F5054"/>
    <w:rsid w:val="003F633C"/>
    <w:rsid w:val="0040160E"/>
    <w:rsid w:val="00415BF2"/>
    <w:rsid w:val="004276B0"/>
    <w:rsid w:val="004415B7"/>
    <w:rsid w:val="00441846"/>
    <w:rsid w:val="00471B23"/>
    <w:rsid w:val="0048161B"/>
    <w:rsid w:val="0049121F"/>
    <w:rsid w:val="00495DDD"/>
    <w:rsid w:val="004D23B1"/>
    <w:rsid w:val="004D4E17"/>
    <w:rsid w:val="004E096E"/>
    <w:rsid w:val="004E266D"/>
    <w:rsid w:val="0051612F"/>
    <w:rsid w:val="00521D49"/>
    <w:rsid w:val="005268B8"/>
    <w:rsid w:val="00527388"/>
    <w:rsid w:val="005326F1"/>
    <w:rsid w:val="005368D8"/>
    <w:rsid w:val="0054090B"/>
    <w:rsid w:val="00571D87"/>
    <w:rsid w:val="00585B09"/>
    <w:rsid w:val="00596693"/>
    <w:rsid w:val="005B1FD2"/>
    <w:rsid w:val="005C0837"/>
    <w:rsid w:val="005C2915"/>
    <w:rsid w:val="005C32AB"/>
    <w:rsid w:val="005D3BB4"/>
    <w:rsid w:val="005D6695"/>
    <w:rsid w:val="005E62C3"/>
    <w:rsid w:val="005F238F"/>
    <w:rsid w:val="00611D51"/>
    <w:rsid w:val="00630EA7"/>
    <w:rsid w:val="006332F5"/>
    <w:rsid w:val="00642FF9"/>
    <w:rsid w:val="00670151"/>
    <w:rsid w:val="0067274A"/>
    <w:rsid w:val="00686483"/>
    <w:rsid w:val="00686D56"/>
    <w:rsid w:val="006972E1"/>
    <w:rsid w:val="006A7C52"/>
    <w:rsid w:val="006B4AE8"/>
    <w:rsid w:val="006D7460"/>
    <w:rsid w:val="006F7851"/>
    <w:rsid w:val="00700B73"/>
    <w:rsid w:val="007012C8"/>
    <w:rsid w:val="007013A6"/>
    <w:rsid w:val="00706B16"/>
    <w:rsid w:val="007100D6"/>
    <w:rsid w:val="0073696F"/>
    <w:rsid w:val="00737377"/>
    <w:rsid w:val="00755CAA"/>
    <w:rsid w:val="00760C09"/>
    <w:rsid w:val="007744A0"/>
    <w:rsid w:val="00795B36"/>
    <w:rsid w:val="007A0D90"/>
    <w:rsid w:val="007A6E86"/>
    <w:rsid w:val="007B0C9A"/>
    <w:rsid w:val="007B17FE"/>
    <w:rsid w:val="007B35F7"/>
    <w:rsid w:val="007E2C9C"/>
    <w:rsid w:val="007E4575"/>
    <w:rsid w:val="007F0A58"/>
    <w:rsid w:val="007F38E5"/>
    <w:rsid w:val="008055F2"/>
    <w:rsid w:val="00805F9F"/>
    <w:rsid w:val="00835464"/>
    <w:rsid w:val="008643A7"/>
    <w:rsid w:val="0087649F"/>
    <w:rsid w:val="008939A8"/>
    <w:rsid w:val="00893D04"/>
    <w:rsid w:val="008A31CB"/>
    <w:rsid w:val="008D6CBA"/>
    <w:rsid w:val="008F7544"/>
    <w:rsid w:val="008F7825"/>
    <w:rsid w:val="009002B2"/>
    <w:rsid w:val="00916E50"/>
    <w:rsid w:val="0093005D"/>
    <w:rsid w:val="009344E0"/>
    <w:rsid w:val="00940FDF"/>
    <w:rsid w:val="00942D25"/>
    <w:rsid w:val="00943525"/>
    <w:rsid w:val="009436C3"/>
    <w:rsid w:val="00967605"/>
    <w:rsid w:val="009820D2"/>
    <w:rsid w:val="00995A88"/>
    <w:rsid w:val="009A03DD"/>
    <w:rsid w:val="009A1125"/>
    <w:rsid w:val="009A417B"/>
    <w:rsid w:val="009A53F4"/>
    <w:rsid w:val="009C7AF7"/>
    <w:rsid w:val="009D71BB"/>
    <w:rsid w:val="009E5EA7"/>
    <w:rsid w:val="009F7C17"/>
    <w:rsid w:val="00A212F7"/>
    <w:rsid w:val="00A24D13"/>
    <w:rsid w:val="00A35FDA"/>
    <w:rsid w:val="00A4016A"/>
    <w:rsid w:val="00A41530"/>
    <w:rsid w:val="00A93FDF"/>
    <w:rsid w:val="00AB3471"/>
    <w:rsid w:val="00AC41A2"/>
    <w:rsid w:val="00AC5903"/>
    <w:rsid w:val="00AE2A91"/>
    <w:rsid w:val="00AE3139"/>
    <w:rsid w:val="00AF1589"/>
    <w:rsid w:val="00AF300C"/>
    <w:rsid w:val="00B11C84"/>
    <w:rsid w:val="00B17706"/>
    <w:rsid w:val="00B2178C"/>
    <w:rsid w:val="00B278C9"/>
    <w:rsid w:val="00B35EA1"/>
    <w:rsid w:val="00B53FB9"/>
    <w:rsid w:val="00B70268"/>
    <w:rsid w:val="00B801BA"/>
    <w:rsid w:val="00BB0C75"/>
    <w:rsid w:val="00BC3AFA"/>
    <w:rsid w:val="00C1431E"/>
    <w:rsid w:val="00C35A8C"/>
    <w:rsid w:val="00C40699"/>
    <w:rsid w:val="00C43F5A"/>
    <w:rsid w:val="00C52D22"/>
    <w:rsid w:val="00C52D7C"/>
    <w:rsid w:val="00C611D1"/>
    <w:rsid w:val="00C709DE"/>
    <w:rsid w:val="00C771AB"/>
    <w:rsid w:val="00C83B03"/>
    <w:rsid w:val="00C86A19"/>
    <w:rsid w:val="00CA14D9"/>
    <w:rsid w:val="00CA709C"/>
    <w:rsid w:val="00CD204B"/>
    <w:rsid w:val="00CD61D0"/>
    <w:rsid w:val="00CE3F16"/>
    <w:rsid w:val="00D05AA2"/>
    <w:rsid w:val="00D10527"/>
    <w:rsid w:val="00D1246D"/>
    <w:rsid w:val="00D15A86"/>
    <w:rsid w:val="00D30D57"/>
    <w:rsid w:val="00D33052"/>
    <w:rsid w:val="00D53144"/>
    <w:rsid w:val="00D53E64"/>
    <w:rsid w:val="00D545C4"/>
    <w:rsid w:val="00D71251"/>
    <w:rsid w:val="00D813B4"/>
    <w:rsid w:val="00DB125C"/>
    <w:rsid w:val="00DE2468"/>
    <w:rsid w:val="00DE67D8"/>
    <w:rsid w:val="00DF038B"/>
    <w:rsid w:val="00E16303"/>
    <w:rsid w:val="00E27963"/>
    <w:rsid w:val="00E325DA"/>
    <w:rsid w:val="00E50A24"/>
    <w:rsid w:val="00E63071"/>
    <w:rsid w:val="00E77C55"/>
    <w:rsid w:val="00E87490"/>
    <w:rsid w:val="00E95268"/>
    <w:rsid w:val="00EA6CFD"/>
    <w:rsid w:val="00EC14AD"/>
    <w:rsid w:val="00ED10A2"/>
    <w:rsid w:val="00EE32B0"/>
    <w:rsid w:val="00EE4606"/>
    <w:rsid w:val="00EF7EE3"/>
    <w:rsid w:val="00F02D6E"/>
    <w:rsid w:val="00F02EE5"/>
    <w:rsid w:val="00F10871"/>
    <w:rsid w:val="00F11369"/>
    <w:rsid w:val="00F262DD"/>
    <w:rsid w:val="00F31618"/>
    <w:rsid w:val="00F319AD"/>
    <w:rsid w:val="00F327BE"/>
    <w:rsid w:val="00F40853"/>
    <w:rsid w:val="00F427F1"/>
    <w:rsid w:val="00F568C7"/>
    <w:rsid w:val="00F65CFF"/>
    <w:rsid w:val="00F75CA1"/>
    <w:rsid w:val="00F764F3"/>
    <w:rsid w:val="00F90B59"/>
    <w:rsid w:val="00F921C8"/>
    <w:rsid w:val="00F95661"/>
    <w:rsid w:val="00FB0570"/>
    <w:rsid w:val="00FB225D"/>
    <w:rsid w:val="00FB3F07"/>
    <w:rsid w:val="00FC2179"/>
    <w:rsid w:val="00FD1769"/>
    <w:rsid w:val="00FF44B1"/>
    <w:rsid w:val="00FF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24A97963"/>
  <w15:docId w15:val="{6FE1B7B5-5BEB-42B5-AC16-306D4DA5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4311"/>
  </w:style>
  <w:style w:type="paragraph" w:styleId="Nadpis1">
    <w:name w:val="heading 1"/>
    <w:basedOn w:val="Normln"/>
    <w:next w:val="Normln"/>
    <w:qFormat/>
    <w:rsid w:val="001E4311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qFormat/>
    <w:rsid w:val="001E4311"/>
    <w:pPr>
      <w:keepNext/>
      <w:jc w:val="both"/>
      <w:outlineLvl w:val="1"/>
    </w:pPr>
    <w:rPr>
      <w:sz w:val="24"/>
      <w:u w:val="single"/>
    </w:rPr>
  </w:style>
  <w:style w:type="paragraph" w:styleId="Nadpis3">
    <w:name w:val="heading 3"/>
    <w:basedOn w:val="Normln"/>
    <w:next w:val="Normln"/>
    <w:qFormat/>
    <w:rsid w:val="001E4311"/>
    <w:pPr>
      <w:keepNext/>
      <w:jc w:val="both"/>
      <w:outlineLvl w:val="2"/>
    </w:pPr>
    <w:rPr>
      <w:b/>
      <w:i/>
    </w:rPr>
  </w:style>
  <w:style w:type="paragraph" w:styleId="Nadpis4">
    <w:name w:val="heading 4"/>
    <w:basedOn w:val="Normln"/>
    <w:next w:val="Normln"/>
    <w:qFormat/>
    <w:rsid w:val="001E4311"/>
    <w:pPr>
      <w:keepNext/>
      <w:outlineLvl w:val="3"/>
    </w:pPr>
    <w:rPr>
      <w:sz w:val="22"/>
      <w:u w:val="single"/>
    </w:rPr>
  </w:style>
  <w:style w:type="paragraph" w:styleId="Nadpis5">
    <w:name w:val="heading 5"/>
    <w:basedOn w:val="Normln"/>
    <w:next w:val="Normln"/>
    <w:qFormat/>
    <w:rsid w:val="001E4311"/>
    <w:pPr>
      <w:keepNext/>
      <w:jc w:val="right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1E4311"/>
    <w:pPr>
      <w:keepNext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1E4311"/>
    <w:pPr>
      <w:keepNext/>
      <w:outlineLvl w:val="6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E43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E4311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1E4311"/>
    <w:pPr>
      <w:jc w:val="both"/>
    </w:pPr>
    <w:rPr>
      <w:sz w:val="24"/>
    </w:rPr>
  </w:style>
  <w:style w:type="paragraph" w:styleId="Titulek">
    <w:name w:val="caption"/>
    <w:basedOn w:val="Normln"/>
    <w:next w:val="Normln"/>
    <w:qFormat/>
    <w:rsid w:val="001E4311"/>
    <w:pPr>
      <w:framePr w:w="4204" w:h="2601" w:hSpace="141" w:wrap="around" w:vAnchor="text" w:hAnchor="page" w:x="6387" w:y="12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b/>
      <w:sz w:val="24"/>
    </w:rPr>
  </w:style>
  <w:style w:type="paragraph" w:styleId="Zkladntextodsazen">
    <w:name w:val="Body Text Indent"/>
    <w:basedOn w:val="Normln"/>
    <w:rsid w:val="001E4311"/>
    <w:pPr>
      <w:keepNext/>
      <w:ind w:firstLine="708"/>
      <w:jc w:val="both"/>
      <w:outlineLvl w:val="1"/>
    </w:pPr>
    <w:rPr>
      <w:sz w:val="24"/>
    </w:rPr>
  </w:style>
  <w:style w:type="paragraph" w:styleId="Zkladntext2">
    <w:name w:val="Body Text 2"/>
    <w:basedOn w:val="Normln"/>
    <w:link w:val="Zkladntext2Char"/>
    <w:rsid w:val="001E4311"/>
    <w:rPr>
      <w:sz w:val="24"/>
    </w:rPr>
  </w:style>
  <w:style w:type="paragraph" w:styleId="Zkladntextodsazen2">
    <w:name w:val="Body Text Indent 2"/>
    <w:basedOn w:val="Normln"/>
    <w:rsid w:val="001E4311"/>
    <w:pPr>
      <w:keepNext/>
      <w:ind w:firstLine="708"/>
      <w:jc w:val="both"/>
      <w:outlineLvl w:val="1"/>
    </w:pPr>
    <w:rPr>
      <w:sz w:val="22"/>
    </w:rPr>
  </w:style>
  <w:style w:type="paragraph" w:styleId="Zkladntextodsazen3">
    <w:name w:val="Body Text Indent 3"/>
    <w:basedOn w:val="Normln"/>
    <w:rsid w:val="001E4311"/>
    <w:pPr>
      <w:ind w:left="360"/>
    </w:pPr>
    <w:rPr>
      <w:sz w:val="24"/>
    </w:rPr>
  </w:style>
  <w:style w:type="paragraph" w:customStyle="1" w:styleId="Rozloendokumentu1">
    <w:name w:val="Rozložení dokumentu1"/>
    <w:basedOn w:val="Normln"/>
    <w:semiHidden/>
    <w:rsid w:val="001E4311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1E4311"/>
    <w:rPr>
      <w:color w:val="0000FF"/>
      <w:u w:val="single"/>
    </w:rPr>
  </w:style>
  <w:style w:type="character" w:customStyle="1" w:styleId="FooterChar1">
    <w:name w:val="Footer Char1"/>
    <w:locked/>
    <w:rsid w:val="001E4311"/>
    <w:rPr>
      <w:lang w:val="cs-CZ" w:eastAsia="cs-CZ" w:bidi="ar-SA"/>
    </w:rPr>
  </w:style>
  <w:style w:type="character" w:styleId="Siln">
    <w:name w:val="Strong"/>
    <w:qFormat/>
    <w:rsid w:val="001E4311"/>
    <w:rPr>
      <w:rFonts w:cs="Times New Roman"/>
      <w:b/>
      <w:bCs/>
    </w:rPr>
  </w:style>
  <w:style w:type="character" w:customStyle="1" w:styleId="left">
    <w:name w:val="left"/>
    <w:basedOn w:val="Standardnpsmoodstavce"/>
    <w:rsid w:val="00E87490"/>
  </w:style>
  <w:style w:type="character" w:styleId="Odkaznakoment">
    <w:name w:val="annotation reference"/>
    <w:rsid w:val="00943525"/>
    <w:rPr>
      <w:sz w:val="16"/>
      <w:szCs w:val="16"/>
    </w:rPr>
  </w:style>
  <w:style w:type="paragraph" w:styleId="Textkomente">
    <w:name w:val="annotation text"/>
    <w:basedOn w:val="Normln"/>
    <w:link w:val="TextkomenteChar"/>
    <w:rsid w:val="00943525"/>
  </w:style>
  <w:style w:type="paragraph" w:styleId="Pedmtkomente">
    <w:name w:val="annotation subject"/>
    <w:basedOn w:val="Textkomente"/>
    <w:next w:val="Textkomente"/>
    <w:semiHidden/>
    <w:rsid w:val="00943525"/>
    <w:rPr>
      <w:b/>
      <w:bCs/>
    </w:rPr>
  </w:style>
  <w:style w:type="paragraph" w:styleId="Textbubliny">
    <w:name w:val="Balloon Text"/>
    <w:basedOn w:val="Normln"/>
    <w:semiHidden/>
    <w:rsid w:val="00943525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basedOn w:val="Standardnpsmoodstavce"/>
    <w:link w:val="Zkladntext2"/>
    <w:rsid w:val="00F40853"/>
    <w:rPr>
      <w:sz w:val="24"/>
    </w:rPr>
  </w:style>
  <w:style w:type="character" w:customStyle="1" w:styleId="TextkomenteChar">
    <w:name w:val="Text komentáře Char"/>
    <w:basedOn w:val="Standardnpsmoodstavce"/>
    <w:link w:val="Textkomente"/>
    <w:rsid w:val="00F40853"/>
  </w:style>
  <w:style w:type="paragraph" w:styleId="Odstavecseseznamem">
    <w:name w:val="List Paragraph"/>
    <w:basedOn w:val="Normln"/>
    <w:uiPriority w:val="34"/>
    <w:qFormat/>
    <w:rsid w:val="009A53F4"/>
    <w:pPr>
      <w:ind w:left="720"/>
      <w:contextualSpacing/>
    </w:pPr>
  </w:style>
  <w:style w:type="paragraph" w:customStyle="1" w:styleId="Default">
    <w:name w:val="Default"/>
    <w:rsid w:val="009A11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0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ure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opkcr@nature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terina.skalska\Plocha\Katka\graficky_manual\sablona_namestek2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sablona_namestek2</Template>
  <TotalTime>0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Links>
    <vt:vector size="18" baseType="variant">
      <vt:variant>
        <vt:i4>8257643</vt:i4>
      </vt:variant>
      <vt:variant>
        <vt:i4>6</vt:i4>
      </vt:variant>
      <vt:variant>
        <vt:i4>0</vt:i4>
      </vt:variant>
      <vt:variant>
        <vt:i4>5</vt:i4>
      </vt:variant>
      <vt:variant>
        <vt:lpwstr>https://smlouvy.gov.cz/smlouva/7139667</vt:lpwstr>
      </vt:variant>
      <vt:variant>
        <vt:lpwstr/>
      </vt:variant>
      <vt:variant>
        <vt:i4>1507394</vt:i4>
      </vt:variant>
      <vt:variant>
        <vt:i4>3</vt:i4>
      </vt:variant>
      <vt:variant>
        <vt:i4>0</vt:i4>
      </vt:variant>
      <vt:variant>
        <vt:i4>5</vt:i4>
      </vt:variant>
      <vt:variant>
        <vt:lpwstr>http://www.nature.cz/</vt:lpwstr>
      </vt:variant>
      <vt:variant>
        <vt:lpwstr/>
      </vt:variant>
      <vt:variant>
        <vt:i4>4325498</vt:i4>
      </vt:variant>
      <vt:variant>
        <vt:i4>0</vt:i4>
      </vt:variant>
      <vt:variant>
        <vt:i4>0</vt:i4>
      </vt:variant>
      <vt:variant>
        <vt:i4>5</vt:i4>
      </vt:variant>
      <vt:variant>
        <vt:lpwstr>mailto:aopkcr@nature.cz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Trubačová</dc:creator>
  <cp:lastModifiedBy>Barbora Satrapová</cp:lastModifiedBy>
  <cp:revision>2</cp:revision>
  <cp:lastPrinted>2018-09-25T14:59:00Z</cp:lastPrinted>
  <dcterms:created xsi:type="dcterms:W3CDTF">2020-01-06T08:47:00Z</dcterms:created>
  <dcterms:modified xsi:type="dcterms:W3CDTF">2020-01-06T08:47:00Z</dcterms:modified>
</cp:coreProperties>
</file>